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F9476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F67887" w:rsidRPr="00800553">
        <w:rPr>
          <w:rFonts w:ascii="Verdana" w:hAnsi="Verdana"/>
          <w:b/>
        </w:rPr>
        <w:t>„</w:t>
      </w:r>
      <w:bookmarkEnd w:id="0"/>
      <w:r w:rsidR="00AA3643" w:rsidRPr="00AA3643">
        <w:rPr>
          <w:rFonts w:ascii="Verdana" w:hAnsi="Verdana"/>
          <w:b/>
        </w:rPr>
        <w:t>Havarijní oprava klimatizačních jednotek řady 300 v objektu CDP Přerov</w:t>
      </w:r>
      <w:r w:rsidR="00F67887" w:rsidRPr="00F67887">
        <w:rPr>
          <w:rFonts w:ascii="Verdana" w:hAnsi="Verdana"/>
          <w:b/>
        </w:rPr>
        <w:t xml:space="preserve">“ </w:t>
      </w:r>
      <w:r w:rsidR="00335148" w:rsidRPr="00F67887">
        <w:rPr>
          <w:rFonts w:ascii="Verdana" w:hAnsi="Verdana"/>
        </w:rPr>
        <w:t xml:space="preserve">č.j. </w:t>
      </w:r>
      <w:r w:rsidR="00AA3643" w:rsidRPr="00AA3643">
        <w:rPr>
          <w:rFonts w:ascii="Verdana" w:hAnsi="Verdana"/>
        </w:rPr>
        <w:t>7510/2026-SŽ-OŘ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EB661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EB661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EB661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92E8E" w14:textId="77777777" w:rsidR="00EB6613" w:rsidRDefault="00EB6613" w:rsidP="00962258">
      <w:pPr>
        <w:spacing w:after="0" w:line="240" w:lineRule="auto"/>
      </w:pPr>
      <w:r>
        <w:separator/>
      </w:r>
    </w:p>
  </w:endnote>
  <w:endnote w:type="continuationSeparator" w:id="0">
    <w:p w14:paraId="054DA922" w14:textId="77777777" w:rsidR="00EB6613" w:rsidRDefault="00EB66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08E32" w14:textId="77777777" w:rsidR="00EB6613" w:rsidRDefault="00EB6613" w:rsidP="00962258">
      <w:pPr>
        <w:spacing w:after="0" w:line="240" w:lineRule="auto"/>
      </w:pPr>
      <w:r>
        <w:separator/>
      </w:r>
    </w:p>
  </w:footnote>
  <w:footnote w:type="continuationSeparator" w:id="0">
    <w:p w14:paraId="56D4469B" w14:textId="77777777" w:rsidR="00EB6613" w:rsidRDefault="00EB6613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AAC2A" w14:textId="0D88A35C" w:rsidR="00F67887" w:rsidRDefault="00F678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105909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7632169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B795A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D6CB2"/>
    <w:rsid w:val="005F1404"/>
    <w:rsid w:val="005F7C37"/>
    <w:rsid w:val="0061068E"/>
    <w:rsid w:val="006422E5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0D74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6B6B"/>
    <w:rsid w:val="009F7412"/>
    <w:rsid w:val="00A06F33"/>
    <w:rsid w:val="00A6177B"/>
    <w:rsid w:val="00A66136"/>
    <w:rsid w:val="00A8346D"/>
    <w:rsid w:val="00AA3643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54FF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6613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7887"/>
    <w:rsid w:val="00F86BA6"/>
    <w:rsid w:val="00FB70F3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E7FC4"/>
    <w:rsid w:val="00590F2D"/>
    <w:rsid w:val="006422E5"/>
    <w:rsid w:val="006E0D74"/>
    <w:rsid w:val="00710200"/>
    <w:rsid w:val="0087094D"/>
    <w:rsid w:val="009038E8"/>
    <w:rsid w:val="009F6B6B"/>
    <w:rsid w:val="00B72819"/>
    <w:rsid w:val="00BE31C7"/>
    <w:rsid w:val="00C601C7"/>
    <w:rsid w:val="00F85133"/>
    <w:rsid w:val="00FB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480</Words>
  <Characters>2826</Characters>
  <Application>Microsoft Office Word</Application>
  <DocSecurity>0</DocSecurity>
  <Lines>52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13</cp:revision>
  <cp:lastPrinted>2017-11-28T17:18:00Z</cp:lastPrinted>
  <dcterms:created xsi:type="dcterms:W3CDTF">2023-11-16T10:29:00Z</dcterms:created>
  <dcterms:modified xsi:type="dcterms:W3CDTF">2026-02-18T10:48:00Z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